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7B640" w14:textId="77777777" w:rsidR="00F8448C" w:rsidRDefault="00B53011" w:rsidP="00F8448C">
      <w:r>
        <w:br/>
      </w:r>
    </w:p>
    <w:p w14:paraId="248483C4" w14:textId="77777777" w:rsidR="0023573D" w:rsidRDefault="0023573D" w:rsidP="00F8448C">
      <w:r>
        <w:t xml:space="preserve">Steven Stroom genoot van de avonden en de nachten rondom de boot. Hij zat lekker te kijken naar het water en naar de mooie volle maan die hoog aan de hemel stond. Deze avond was Bas Bos gezellig op bezoek en samen hadden ze het over de aarde. Wat was de wereld toch mooi! En wat was er veel op te beleven! Alleen mensen konden er af en toe wel een bende van maken, en dat is natuurlijk niet goed voor de aarde. Hier zaten ze samen over na te denken. Als mensen al zouden stoppen met zoveel stroom gebruiken zou het al veel beter gaan, maar als ze ook nog eens minder afval zouden maken zou het helemaal goed zijn! </w:t>
      </w:r>
    </w:p>
    <w:p w14:paraId="785B6D2B" w14:textId="77777777" w:rsidR="0023573D" w:rsidRDefault="0023573D" w:rsidP="00F8448C">
      <w:r>
        <w:t xml:space="preserve">Ze zaten zo een lange tijd op het dek van het schip, totdat Sterre ineens aan kwam lopen. “Jongens!” riep ze “het is echt al </w:t>
      </w:r>
      <w:proofErr w:type="spellStart"/>
      <w:r>
        <w:t>heeeel</w:t>
      </w:r>
      <w:proofErr w:type="spellEnd"/>
      <w:r>
        <w:t xml:space="preserve"> laat. Moeten jullie niet naar bed?” Steven en Bas schrokken zich rot! Dat klopt helemaal, het was al laat en het was een drukke dag geweest. “Vergeet je niet te controleren voordat je naar bed gaat of de boot goed vastligt?” vroeg Sterre aan Steven? </w:t>
      </w:r>
    </w:p>
    <w:p w14:paraId="27130917" w14:textId="77777777" w:rsidR="0023573D" w:rsidRDefault="0023573D" w:rsidP="00F8448C">
      <w:r>
        <w:t xml:space="preserve">Natuurlijk niet! Hoe kon ze dat nou denken, dit controleerde hij toch iedere avond? Eerst even Bas Bos uitzwaaien dacht hij. </w:t>
      </w:r>
    </w:p>
    <w:p w14:paraId="4AA04236" w14:textId="77777777" w:rsidR="0023573D" w:rsidRDefault="0023573D" w:rsidP="00F8448C">
      <w:r>
        <w:t xml:space="preserve">Terwijl hij stond te zwaaien naar zijn vriend voelde Steven ineens zijn maag knorren. Voordat hij naar bed ging stopte hij nog even in de kajuit voor een lekker vers appeltje. Daarna poetste hij zijn tanden en ging lekker op bed liggen. Buiten begon het harder te waaien en kwamen er steeds hogere golven. Hij voelde de boot lekker op en neer deinzen en viel zo in een diepe slaap. Steven droomde die nacht over een verre zeereis waarop hij allerlei spannende avonturen beleefde. </w:t>
      </w:r>
    </w:p>
    <w:p w14:paraId="7729BD73" w14:textId="20507B8B" w:rsidR="0023573D" w:rsidRDefault="0023573D" w:rsidP="00F8448C">
      <w:r>
        <w:t>In de ochtend werd hij wakker van het gekletter van vogels. Maar dit waren niet de duiven en mussen die hij altijd hoorde... Dit waren meeuwen! Wat gek! Hij sprong zijn bed uit om te kijken waar de meeuwen ineens vandaan kwamen. Toen zijn benen de grond aan raakte schrok Steven. Wat ging de bood toch hard op en neer! Hoe kan dat nou toch? Ze lagen toch lekker aan wal in Hotsjietonia? “STEVEN!” Steven schrok op toen hij zijn zus hoorde schreeuwen “JE ZOU TOCH KIJKEN OF DE BOOT VAST LAG?”</w:t>
      </w:r>
    </w:p>
    <w:p w14:paraId="343E96FA" w14:textId="77777777" w:rsidR="0023573D" w:rsidRDefault="0023573D" w:rsidP="00F8448C">
      <w:r>
        <w:t xml:space="preserve">Oh nee! In zijn pyjama rende Steven naar het dek! Oh! Gisteren was hij dat toch nog vergeten! En waar waren ze nu? Steven had geen enkel idee hoe ver van huis hij was. </w:t>
      </w:r>
    </w:p>
    <w:p w14:paraId="191D9BD6" w14:textId="77777777" w:rsidR="0023573D" w:rsidRDefault="0023573D" w:rsidP="00F8448C">
      <w:r>
        <w:t xml:space="preserve">Hoe moesten ze nu contact maken met iemand die Steven en Sterre kon redden? De telefoons waren niet opgeladen en ze hadden ook geen internet aan boord als ze niet in de haven lagen. Steven rende naar zijn zus, die nogal geschrokken een boos was. </w:t>
      </w:r>
    </w:p>
    <w:p w14:paraId="5AE23BE2" w14:textId="77777777" w:rsidR="0023573D" w:rsidRDefault="0023573D" w:rsidP="00F8448C">
      <w:r>
        <w:t xml:space="preserve">“We moeten een plan bedenken!’ zei steven tegen haar “Maar wel eentje zonder stroom!” Zei Sterre. Hier moest Steven wel een beetje om lachen, gisteren vond hij nog dat mensen niet zoveel stroom moesten gebruiken, maar nu merkte hij hoe handig het was. </w:t>
      </w:r>
    </w:p>
    <w:p w14:paraId="01AD65B5" w14:textId="77777777" w:rsidR="0023573D" w:rsidRDefault="0023573D" w:rsidP="00F8448C">
      <w:r>
        <w:t>Sterre en Steven rende naar beneden om te bekijken wat voor spullen ze hadden die ze konden gebruiken. Helemaal in een hoek stond een grote kist met spullen. Misschien konden ze hier wel iets van gebruiken om stroom op te wekken of op een andere manier contact te krijgen met Hotsjietonia.</w:t>
      </w:r>
    </w:p>
    <w:p w14:paraId="50465FF0" w14:textId="189AB20D" w:rsidR="0023573D" w:rsidRDefault="0023573D" w:rsidP="00F8448C">
      <w:r>
        <w:t>“</w:t>
      </w:r>
      <w:proofErr w:type="spellStart"/>
      <w:r>
        <w:t>Ooooh</w:t>
      </w:r>
      <w:proofErr w:type="spellEnd"/>
      <w:r>
        <w:t xml:space="preserve">! Was professor Plof maar hier!” zuchtte Steven </w:t>
      </w:r>
    </w:p>
    <w:p w14:paraId="54E63C30" w14:textId="5C6B7CB8" w:rsidR="00B53011" w:rsidRDefault="0023573D" w:rsidP="00F8448C">
      <w:r>
        <w:t>“</w:t>
      </w:r>
      <w:proofErr w:type="spellStart"/>
      <w:r>
        <w:t>OOooh</w:t>
      </w:r>
      <w:proofErr w:type="spellEnd"/>
      <w:r>
        <w:t>! Had jij de boot maar gecontroleerd!” zuchtte Sterre</w:t>
      </w:r>
    </w:p>
    <w:sectPr w:rsidR="00B53011" w:rsidSect="00990432">
      <w:headerReference w:type="default" r:id="rId6"/>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DAA26" w14:textId="77777777" w:rsidR="00120B0B" w:rsidRDefault="00120B0B" w:rsidP="00B53011">
      <w:pPr>
        <w:spacing w:after="0" w:line="240" w:lineRule="auto"/>
      </w:pPr>
      <w:r>
        <w:separator/>
      </w:r>
    </w:p>
  </w:endnote>
  <w:endnote w:type="continuationSeparator" w:id="0">
    <w:p w14:paraId="3AAD7F62" w14:textId="77777777" w:rsidR="00120B0B" w:rsidRDefault="00120B0B"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7BF85" w14:textId="77777777" w:rsidR="00120B0B" w:rsidRDefault="00120B0B" w:rsidP="00B53011">
      <w:pPr>
        <w:spacing w:after="0" w:line="240" w:lineRule="auto"/>
      </w:pPr>
      <w:r>
        <w:separator/>
      </w:r>
    </w:p>
  </w:footnote>
  <w:footnote w:type="continuationSeparator" w:id="0">
    <w:p w14:paraId="2B1EA212" w14:textId="77777777" w:rsidR="00120B0B" w:rsidRDefault="00120B0B"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47E86B69"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8448C">
      <w:rPr>
        <w:color w:val="FFFFFF" w:themeColor="background1"/>
      </w:rPr>
      <w:t>202</w:t>
    </w:r>
    <w:r w:rsidR="0023573D">
      <w:rPr>
        <w:color w:val="FFFFFF" w:themeColor="background1"/>
      </w:rPr>
      <w:t>4</w:t>
    </w:r>
  </w:p>
  <w:p w14:paraId="4E318142" w14:textId="6410648A" w:rsidR="00B53011" w:rsidRPr="008B23FF" w:rsidRDefault="00F8448C" w:rsidP="00B53011">
    <w:pPr>
      <w:pStyle w:val="Title"/>
      <w:rPr>
        <w:color w:val="FFFFFF" w:themeColor="background1"/>
      </w:rPr>
    </w:pPr>
    <w:r>
      <w:rPr>
        <w:color w:val="FFFFFF" w:themeColor="background1"/>
      </w:rPr>
      <w:t>Thema bevers 202</w:t>
    </w:r>
    <w:r w:rsidR="0023573D">
      <w:rPr>
        <w:color w:val="FFFFFF" w:themeColor="background1"/>
      </w:rPr>
      <w:t>4</w:t>
    </w:r>
    <w:r>
      <w:rPr>
        <w:color w:val="FFFFFF" w:themeColor="background1"/>
      </w:rPr>
      <w:br/>
    </w:r>
    <w:proofErr w:type="spellStart"/>
    <w:r w:rsidR="0023573D">
      <w:rPr>
        <w:color w:val="FFFFFF" w:themeColor="background1"/>
      </w:rPr>
      <w:t>Frequently</w:t>
    </w:r>
    <w:proofErr w:type="spellEnd"/>
    <w:r w:rsidR="0023573D">
      <w:rPr>
        <w:color w:val="FFFFFF" w:themeColor="background1"/>
      </w:rPr>
      <w:t xml:space="preserve"> Green</w:t>
    </w:r>
  </w:p>
  <w:p w14:paraId="5C388F6D" w14:textId="77777777" w:rsidR="00B53011" w:rsidRDefault="00B530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1068AA"/>
    <w:rsid w:val="00120B0B"/>
    <w:rsid w:val="0023573D"/>
    <w:rsid w:val="00302AD2"/>
    <w:rsid w:val="003B20D1"/>
    <w:rsid w:val="004F1D93"/>
    <w:rsid w:val="005153E6"/>
    <w:rsid w:val="005837D4"/>
    <w:rsid w:val="005E31B0"/>
    <w:rsid w:val="00656311"/>
    <w:rsid w:val="006836B0"/>
    <w:rsid w:val="006D1E8C"/>
    <w:rsid w:val="007862B5"/>
    <w:rsid w:val="00790541"/>
    <w:rsid w:val="00835635"/>
    <w:rsid w:val="008D301C"/>
    <w:rsid w:val="009839E5"/>
    <w:rsid w:val="00990432"/>
    <w:rsid w:val="00A05471"/>
    <w:rsid w:val="00A15E9C"/>
    <w:rsid w:val="00B4624E"/>
    <w:rsid w:val="00B53011"/>
    <w:rsid w:val="00C12077"/>
    <w:rsid w:val="00C839E6"/>
    <w:rsid w:val="00CC37B9"/>
    <w:rsid w:val="00E0152E"/>
    <w:rsid w:val="00EF4AA1"/>
    <w:rsid w:val="00F236FC"/>
    <w:rsid w:val="00F8448C"/>
    <w:rsid w:val="00F9471A"/>
    <w:rsid w:val="00FD55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3</TotalTime>
  <Pages>1</Pages>
  <Words>473</Words>
  <Characters>2700</Characters>
  <Application>Microsoft Office Word</Application>
  <DocSecurity>0</DocSecurity>
  <Lines>22</Lines>
  <Paragraphs>6</Paragraphs>
  <ScaleCrop>false</ScaleCrop>
  <Company/>
  <LinksUpToDate>false</LinksUpToDate>
  <CharactersWithSpaces>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4</cp:revision>
  <dcterms:created xsi:type="dcterms:W3CDTF">2025-09-03T09:06:00Z</dcterms:created>
  <dcterms:modified xsi:type="dcterms:W3CDTF">2025-09-04T10:29:00Z</dcterms:modified>
</cp:coreProperties>
</file>